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C3339" w14:textId="1C46536A" w:rsidR="00EE33C1" w:rsidRPr="00EE33C1" w:rsidRDefault="002438CA" w:rsidP="00EE33C1">
      <w:pPr>
        <w:jc w:val="center"/>
        <w:rPr>
          <w:rFonts w:ascii="Times New Roman" w:hAnsi="Times New Roman"/>
          <w:b/>
          <w:sz w:val="56"/>
          <w:szCs w:val="28"/>
          <w:u w:val="single"/>
        </w:rPr>
      </w:pPr>
      <w:r w:rsidRPr="00EE33C1">
        <w:rPr>
          <w:rFonts w:ascii="Times New Roman" w:hAnsi="Times New Roman"/>
          <w:b/>
          <w:sz w:val="52"/>
          <w:szCs w:val="28"/>
          <w:u w:val="single"/>
        </w:rPr>
        <w:t>Payroll Check Dates for 20</w:t>
      </w:r>
      <w:r w:rsidR="008B7140">
        <w:rPr>
          <w:rFonts w:ascii="Times New Roman" w:hAnsi="Times New Roman"/>
          <w:b/>
          <w:sz w:val="52"/>
          <w:szCs w:val="28"/>
          <w:u w:val="single"/>
        </w:rPr>
        <w:t>2</w:t>
      </w:r>
      <w:r w:rsidR="00D054A8">
        <w:rPr>
          <w:rFonts w:ascii="Times New Roman" w:hAnsi="Times New Roman"/>
          <w:b/>
          <w:sz w:val="52"/>
          <w:szCs w:val="28"/>
          <w:u w:val="single"/>
        </w:rPr>
        <w:t>1</w:t>
      </w:r>
    </w:p>
    <w:p w14:paraId="7A55C062" w14:textId="77777777" w:rsidR="00EE33C1" w:rsidRDefault="00EE33C1" w:rsidP="002438CA">
      <w:pPr>
        <w:rPr>
          <w:sz w:val="28"/>
          <w:szCs w:val="28"/>
        </w:rPr>
        <w:sectPr w:rsidR="00EE33C1" w:rsidSect="00EE33C1">
          <w:footerReference w:type="default" r:id="rId8"/>
          <w:headerReference w:type="first" r:id="rId9"/>
          <w:pgSz w:w="12240" w:h="15840"/>
          <w:pgMar w:top="1541" w:right="1440" w:bottom="288" w:left="1440" w:header="274" w:footer="720" w:gutter="0"/>
          <w:cols w:space="720"/>
          <w:titlePg/>
          <w:docGrid w:linePitch="360"/>
        </w:sectPr>
      </w:pPr>
    </w:p>
    <w:p w14:paraId="46C27606" w14:textId="77777777" w:rsidR="00EE33C1" w:rsidRDefault="00EE33C1" w:rsidP="002438CA">
      <w:pPr>
        <w:rPr>
          <w:sz w:val="28"/>
          <w:szCs w:val="28"/>
        </w:rPr>
      </w:pPr>
    </w:p>
    <w:p w14:paraId="2D3698ED" w14:textId="77777777" w:rsidR="00EE33C1" w:rsidRDefault="00EE33C1" w:rsidP="002438CA">
      <w:pPr>
        <w:rPr>
          <w:sz w:val="28"/>
          <w:szCs w:val="28"/>
        </w:rPr>
      </w:pPr>
    </w:p>
    <w:p w14:paraId="22958049" w14:textId="77777777" w:rsidR="00EE33C1" w:rsidRDefault="00EE33C1" w:rsidP="002438CA">
      <w:pPr>
        <w:rPr>
          <w:sz w:val="28"/>
          <w:szCs w:val="28"/>
        </w:rPr>
      </w:pPr>
    </w:p>
    <w:p w14:paraId="5C672F3C" w14:textId="77777777" w:rsidR="00EE33C1" w:rsidRDefault="00EE33C1" w:rsidP="002438CA">
      <w:pPr>
        <w:rPr>
          <w:sz w:val="28"/>
          <w:szCs w:val="28"/>
        </w:rPr>
      </w:pPr>
    </w:p>
    <w:p w14:paraId="7D8BEBE8" w14:textId="305A99E7" w:rsidR="002438CA" w:rsidRDefault="002438CA" w:rsidP="002438CA">
      <w:pPr>
        <w:rPr>
          <w:sz w:val="28"/>
          <w:szCs w:val="28"/>
        </w:rPr>
      </w:pPr>
      <w:r w:rsidRPr="00EE33C1">
        <w:rPr>
          <w:b/>
          <w:i/>
          <w:sz w:val="32"/>
          <w:szCs w:val="28"/>
        </w:rPr>
        <w:t>January</w:t>
      </w:r>
      <w:r w:rsidR="00EE33C1">
        <w:rPr>
          <w:sz w:val="32"/>
          <w:szCs w:val="28"/>
        </w:rPr>
        <w:t>:</w:t>
      </w:r>
      <w:r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1/</w:t>
      </w:r>
      <w:r w:rsidR="00E96309">
        <w:rPr>
          <w:sz w:val="28"/>
          <w:szCs w:val="28"/>
        </w:rPr>
        <w:t>08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7BE61EAF" w14:textId="067A138D" w:rsidR="002438CA" w:rsidRDefault="002438CA" w:rsidP="002438C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1/2</w:t>
      </w:r>
      <w:r w:rsidR="00E96309">
        <w:rPr>
          <w:sz w:val="28"/>
          <w:szCs w:val="28"/>
        </w:rPr>
        <w:t>5</w:t>
      </w:r>
      <w:r w:rsidR="00243855">
        <w:rPr>
          <w:sz w:val="28"/>
          <w:szCs w:val="28"/>
        </w:rPr>
        <w:t>/2</w:t>
      </w:r>
      <w:r w:rsidR="00D53F74">
        <w:rPr>
          <w:sz w:val="28"/>
          <w:szCs w:val="28"/>
        </w:rPr>
        <w:t>1</w:t>
      </w:r>
    </w:p>
    <w:p w14:paraId="46342612" w14:textId="77777777" w:rsidR="002438CA" w:rsidRDefault="002438CA" w:rsidP="002438CA">
      <w:pPr>
        <w:rPr>
          <w:sz w:val="28"/>
          <w:szCs w:val="28"/>
        </w:rPr>
      </w:pPr>
    </w:p>
    <w:p w14:paraId="59A55C2D" w14:textId="5F5F0CF9" w:rsidR="002438CA" w:rsidRDefault="002438CA" w:rsidP="002438CA">
      <w:pPr>
        <w:rPr>
          <w:sz w:val="28"/>
          <w:szCs w:val="28"/>
        </w:rPr>
      </w:pPr>
      <w:r w:rsidRPr="00EE33C1">
        <w:rPr>
          <w:b/>
          <w:i/>
          <w:sz w:val="32"/>
          <w:szCs w:val="28"/>
        </w:rPr>
        <w:t>February</w:t>
      </w:r>
      <w:r w:rsidR="00EE33C1">
        <w:rPr>
          <w:sz w:val="32"/>
          <w:szCs w:val="28"/>
        </w:rPr>
        <w:t>:</w:t>
      </w:r>
      <w:r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2/</w:t>
      </w:r>
      <w:r w:rsidR="00243855">
        <w:rPr>
          <w:sz w:val="28"/>
          <w:szCs w:val="28"/>
        </w:rPr>
        <w:t>10</w:t>
      </w:r>
      <w:r w:rsidR="000D4AD6"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37CE09CF" w14:textId="725A08A3" w:rsidR="002438CA" w:rsidRDefault="002438CA" w:rsidP="002438C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2/2</w:t>
      </w:r>
      <w:r w:rsidR="000D4AD6">
        <w:rPr>
          <w:sz w:val="28"/>
          <w:szCs w:val="28"/>
        </w:rPr>
        <w:t>5/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765B0D68" w14:textId="77777777" w:rsidR="002438CA" w:rsidRDefault="002438CA" w:rsidP="002438CA">
      <w:pPr>
        <w:rPr>
          <w:sz w:val="28"/>
          <w:szCs w:val="28"/>
        </w:rPr>
      </w:pPr>
    </w:p>
    <w:p w14:paraId="1E1E4C5D" w14:textId="3DACC4EE" w:rsidR="002438CA" w:rsidRDefault="002438CA" w:rsidP="002438CA">
      <w:pPr>
        <w:rPr>
          <w:sz w:val="28"/>
          <w:szCs w:val="28"/>
        </w:rPr>
      </w:pPr>
      <w:r w:rsidRPr="00EE33C1">
        <w:rPr>
          <w:b/>
          <w:i/>
          <w:sz w:val="32"/>
          <w:szCs w:val="28"/>
        </w:rPr>
        <w:t>March</w:t>
      </w:r>
      <w:r w:rsidR="00EE33C1" w:rsidRPr="00EE33C1">
        <w:rPr>
          <w:sz w:val="32"/>
          <w:szCs w:val="28"/>
        </w:rPr>
        <w:t>:</w:t>
      </w:r>
      <w:r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3/</w:t>
      </w:r>
      <w:r w:rsidR="00243855">
        <w:rPr>
          <w:sz w:val="28"/>
          <w:szCs w:val="28"/>
        </w:rPr>
        <w:t>10/2</w:t>
      </w:r>
      <w:r w:rsidR="00D53F74">
        <w:rPr>
          <w:sz w:val="28"/>
          <w:szCs w:val="28"/>
        </w:rPr>
        <w:t>1</w:t>
      </w:r>
    </w:p>
    <w:p w14:paraId="0B644FC0" w14:textId="641D70FC" w:rsidR="002438CA" w:rsidRDefault="002438CA" w:rsidP="002438C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3/2</w:t>
      </w:r>
      <w:r w:rsidR="000D4AD6">
        <w:rPr>
          <w:sz w:val="28"/>
          <w:szCs w:val="28"/>
        </w:rPr>
        <w:t>5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22542290" w14:textId="77777777" w:rsidR="002438CA" w:rsidRDefault="002438CA" w:rsidP="002438CA">
      <w:pPr>
        <w:rPr>
          <w:sz w:val="28"/>
          <w:szCs w:val="28"/>
        </w:rPr>
      </w:pPr>
    </w:p>
    <w:p w14:paraId="10BEAF6E" w14:textId="66B09F9A" w:rsidR="002438CA" w:rsidRDefault="002438CA" w:rsidP="002438CA">
      <w:pPr>
        <w:rPr>
          <w:sz w:val="28"/>
          <w:szCs w:val="28"/>
        </w:rPr>
      </w:pPr>
      <w:r w:rsidRPr="00EE33C1">
        <w:rPr>
          <w:b/>
          <w:i/>
          <w:sz w:val="32"/>
          <w:szCs w:val="28"/>
        </w:rPr>
        <w:t>April</w:t>
      </w:r>
      <w:r w:rsidR="00EE33C1">
        <w:rPr>
          <w:sz w:val="32"/>
          <w:szCs w:val="28"/>
        </w:rPr>
        <w:t>:</w:t>
      </w:r>
      <w:r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4/</w:t>
      </w:r>
      <w:r w:rsidR="00E96309">
        <w:rPr>
          <w:sz w:val="28"/>
          <w:szCs w:val="28"/>
        </w:rPr>
        <w:t>09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7E5CBC84" w14:textId="74339827" w:rsidR="002438CA" w:rsidRDefault="002438CA" w:rsidP="002438C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4/2</w:t>
      </w:r>
      <w:r w:rsidR="00E96309">
        <w:rPr>
          <w:sz w:val="28"/>
          <w:szCs w:val="28"/>
        </w:rPr>
        <w:t>3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46B8FE93" w14:textId="77777777" w:rsidR="002438CA" w:rsidRDefault="002438CA" w:rsidP="002438CA">
      <w:pPr>
        <w:rPr>
          <w:sz w:val="28"/>
          <w:szCs w:val="28"/>
        </w:rPr>
      </w:pPr>
    </w:p>
    <w:p w14:paraId="420B3986" w14:textId="782864FB" w:rsidR="002438CA" w:rsidRDefault="002438CA" w:rsidP="002438CA">
      <w:pPr>
        <w:rPr>
          <w:sz w:val="28"/>
          <w:szCs w:val="28"/>
        </w:rPr>
      </w:pPr>
      <w:r w:rsidRPr="00EE33C1">
        <w:rPr>
          <w:b/>
          <w:i/>
          <w:sz w:val="32"/>
          <w:szCs w:val="28"/>
        </w:rPr>
        <w:t>May</w:t>
      </w:r>
      <w:r w:rsidRPr="00EE33C1">
        <w:rPr>
          <w:sz w:val="32"/>
          <w:szCs w:val="28"/>
        </w:rPr>
        <w:t>:</w:t>
      </w:r>
      <w:r w:rsidRPr="00EE33C1"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5/</w:t>
      </w:r>
      <w:r w:rsidR="00E96309">
        <w:rPr>
          <w:sz w:val="28"/>
          <w:szCs w:val="28"/>
        </w:rPr>
        <w:t>10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43AAA7A4" w14:textId="43F2C4C0" w:rsidR="002438CA" w:rsidRDefault="002438CA" w:rsidP="002438C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5/2</w:t>
      </w:r>
      <w:r w:rsidR="00E96309">
        <w:rPr>
          <w:sz w:val="28"/>
          <w:szCs w:val="28"/>
        </w:rPr>
        <w:t>5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04EE0FE1" w14:textId="77777777" w:rsidR="002438CA" w:rsidRDefault="002438CA" w:rsidP="002438CA">
      <w:pPr>
        <w:rPr>
          <w:sz w:val="28"/>
          <w:szCs w:val="28"/>
        </w:rPr>
      </w:pPr>
    </w:p>
    <w:p w14:paraId="3BE3E149" w14:textId="743DDB47" w:rsidR="002438CA" w:rsidRDefault="002438CA" w:rsidP="002438CA">
      <w:pPr>
        <w:rPr>
          <w:sz w:val="28"/>
          <w:szCs w:val="28"/>
        </w:rPr>
      </w:pPr>
      <w:r w:rsidRPr="00EE33C1">
        <w:rPr>
          <w:b/>
          <w:i/>
          <w:sz w:val="32"/>
          <w:szCs w:val="28"/>
        </w:rPr>
        <w:t>June</w:t>
      </w:r>
      <w:r w:rsidRPr="00EE33C1">
        <w:rPr>
          <w:sz w:val="32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6/</w:t>
      </w:r>
      <w:r w:rsidR="000D4AD6">
        <w:rPr>
          <w:sz w:val="28"/>
          <w:szCs w:val="28"/>
        </w:rPr>
        <w:t>10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3046905A" w14:textId="496090A1" w:rsidR="002438CA" w:rsidRDefault="002438CA" w:rsidP="002438C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6/2</w:t>
      </w:r>
      <w:r w:rsidR="00FD2F6A">
        <w:rPr>
          <w:sz w:val="28"/>
          <w:szCs w:val="28"/>
        </w:rPr>
        <w:t>5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1E1C9694" w14:textId="77777777" w:rsidR="00EE33C1" w:rsidRDefault="00EE33C1" w:rsidP="002438CA">
      <w:pPr>
        <w:rPr>
          <w:sz w:val="28"/>
          <w:szCs w:val="28"/>
        </w:rPr>
      </w:pPr>
    </w:p>
    <w:p w14:paraId="49C962FD" w14:textId="77777777" w:rsidR="00EE33C1" w:rsidRDefault="00EE33C1" w:rsidP="002438CA">
      <w:pPr>
        <w:rPr>
          <w:sz w:val="28"/>
          <w:szCs w:val="28"/>
        </w:rPr>
      </w:pPr>
    </w:p>
    <w:p w14:paraId="4DE758BA" w14:textId="77777777" w:rsidR="00EE33C1" w:rsidRDefault="00EE33C1" w:rsidP="002438CA">
      <w:pPr>
        <w:rPr>
          <w:sz w:val="28"/>
          <w:szCs w:val="28"/>
        </w:rPr>
      </w:pPr>
    </w:p>
    <w:p w14:paraId="3F43C916" w14:textId="77777777" w:rsidR="00EE33C1" w:rsidRDefault="00EE33C1" w:rsidP="002438CA">
      <w:pPr>
        <w:rPr>
          <w:sz w:val="28"/>
          <w:szCs w:val="28"/>
        </w:rPr>
      </w:pPr>
    </w:p>
    <w:p w14:paraId="268631F4" w14:textId="77777777" w:rsidR="00EE33C1" w:rsidRDefault="00EE33C1" w:rsidP="002438CA">
      <w:pPr>
        <w:rPr>
          <w:sz w:val="28"/>
          <w:szCs w:val="28"/>
        </w:rPr>
      </w:pPr>
    </w:p>
    <w:p w14:paraId="053712C5" w14:textId="77777777" w:rsidR="00EE33C1" w:rsidRDefault="00EE33C1" w:rsidP="002438CA">
      <w:pPr>
        <w:rPr>
          <w:sz w:val="28"/>
          <w:szCs w:val="28"/>
        </w:rPr>
      </w:pPr>
    </w:p>
    <w:p w14:paraId="2CD7BABA" w14:textId="77777777" w:rsidR="00EE33C1" w:rsidRDefault="00EE33C1" w:rsidP="002438CA">
      <w:pPr>
        <w:rPr>
          <w:sz w:val="28"/>
          <w:szCs w:val="28"/>
        </w:rPr>
      </w:pPr>
    </w:p>
    <w:p w14:paraId="6B233D05" w14:textId="77777777" w:rsidR="00EE33C1" w:rsidRDefault="00EE33C1" w:rsidP="002438CA">
      <w:pPr>
        <w:rPr>
          <w:sz w:val="28"/>
          <w:szCs w:val="28"/>
        </w:rPr>
      </w:pPr>
    </w:p>
    <w:p w14:paraId="41E8E5A6" w14:textId="77777777" w:rsidR="00EE33C1" w:rsidRDefault="00EE33C1" w:rsidP="002438CA">
      <w:pPr>
        <w:rPr>
          <w:sz w:val="28"/>
          <w:szCs w:val="28"/>
        </w:rPr>
      </w:pPr>
    </w:p>
    <w:p w14:paraId="1EBEDC76" w14:textId="77777777" w:rsidR="00EE33C1" w:rsidRDefault="00EE33C1" w:rsidP="002438CA">
      <w:pPr>
        <w:rPr>
          <w:sz w:val="28"/>
          <w:szCs w:val="28"/>
        </w:rPr>
      </w:pPr>
    </w:p>
    <w:p w14:paraId="1B1C5577" w14:textId="77777777" w:rsidR="00EE33C1" w:rsidRDefault="00EE33C1" w:rsidP="002438CA">
      <w:pPr>
        <w:rPr>
          <w:sz w:val="28"/>
          <w:szCs w:val="28"/>
        </w:rPr>
      </w:pPr>
    </w:p>
    <w:p w14:paraId="29076B5B" w14:textId="77777777" w:rsidR="00EE33C1" w:rsidRDefault="00EE33C1" w:rsidP="002438CA">
      <w:pPr>
        <w:rPr>
          <w:sz w:val="28"/>
          <w:szCs w:val="28"/>
        </w:rPr>
      </w:pPr>
    </w:p>
    <w:p w14:paraId="1CAE5395" w14:textId="77777777" w:rsidR="00EE33C1" w:rsidRDefault="00EE33C1" w:rsidP="002438CA">
      <w:pPr>
        <w:rPr>
          <w:sz w:val="28"/>
          <w:szCs w:val="28"/>
        </w:rPr>
      </w:pPr>
    </w:p>
    <w:p w14:paraId="66C94694" w14:textId="77777777" w:rsidR="00EE33C1" w:rsidRDefault="00EE33C1" w:rsidP="002438CA">
      <w:pPr>
        <w:rPr>
          <w:sz w:val="28"/>
          <w:szCs w:val="28"/>
        </w:rPr>
      </w:pPr>
    </w:p>
    <w:p w14:paraId="52A59898" w14:textId="77777777" w:rsidR="00EE33C1" w:rsidRDefault="00EE33C1" w:rsidP="002438CA">
      <w:pPr>
        <w:rPr>
          <w:sz w:val="28"/>
          <w:szCs w:val="28"/>
        </w:rPr>
      </w:pPr>
    </w:p>
    <w:p w14:paraId="35DBF096" w14:textId="77777777" w:rsidR="00EE33C1" w:rsidRDefault="00EE33C1" w:rsidP="002438CA">
      <w:pPr>
        <w:rPr>
          <w:sz w:val="28"/>
          <w:szCs w:val="28"/>
        </w:rPr>
      </w:pPr>
    </w:p>
    <w:p w14:paraId="51A97D83" w14:textId="77777777" w:rsidR="00EE33C1" w:rsidRDefault="00EE33C1" w:rsidP="002438CA">
      <w:pPr>
        <w:rPr>
          <w:sz w:val="28"/>
          <w:szCs w:val="28"/>
        </w:rPr>
      </w:pPr>
    </w:p>
    <w:p w14:paraId="6E40EE51" w14:textId="496C8537" w:rsidR="002438CA" w:rsidRDefault="002438CA" w:rsidP="002438CA">
      <w:pPr>
        <w:rPr>
          <w:sz w:val="28"/>
          <w:szCs w:val="28"/>
        </w:rPr>
      </w:pPr>
      <w:r w:rsidRPr="00EE33C1">
        <w:rPr>
          <w:b/>
          <w:i/>
          <w:sz w:val="32"/>
          <w:szCs w:val="28"/>
        </w:rPr>
        <w:t>July</w:t>
      </w:r>
      <w:r w:rsidRPr="00EE33C1">
        <w:rPr>
          <w:sz w:val="32"/>
          <w:szCs w:val="28"/>
        </w:rPr>
        <w:t>:</w:t>
      </w:r>
      <w:r w:rsidRPr="00EE33C1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7/</w:t>
      </w:r>
      <w:r w:rsidR="00E96309">
        <w:rPr>
          <w:sz w:val="28"/>
          <w:szCs w:val="28"/>
        </w:rPr>
        <w:t>09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4C039090" w14:textId="7376D552" w:rsidR="002438CA" w:rsidRDefault="002438CA" w:rsidP="002438C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7/2</w:t>
      </w:r>
      <w:r w:rsidR="00E96309">
        <w:rPr>
          <w:sz w:val="28"/>
          <w:szCs w:val="28"/>
        </w:rPr>
        <w:t>3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3FCDB6F5" w14:textId="77777777" w:rsidR="00EE33C1" w:rsidRDefault="00EE33C1" w:rsidP="002438CA">
      <w:pPr>
        <w:rPr>
          <w:sz w:val="28"/>
          <w:szCs w:val="28"/>
        </w:rPr>
      </w:pPr>
    </w:p>
    <w:p w14:paraId="51F0BC41" w14:textId="02A7055F" w:rsidR="002438CA" w:rsidRDefault="002438CA" w:rsidP="002438CA">
      <w:pPr>
        <w:rPr>
          <w:sz w:val="28"/>
          <w:szCs w:val="28"/>
        </w:rPr>
      </w:pPr>
      <w:r w:rsidRPr="00EE33C1">
        <w:rPr>
          <w:b/>
          <w:i/>
          <w:sz w:val="32"/>
          <w:szCs w:val="28"/>
        </w:rPr>
        <w:t>August</w:t>
      </w:r>
      <w:r w:rsidRPr="00EE33C1">
        <w:rPr>
          <w:sz w:val="32"/>
          <w:szCs w:val="28"/>
        </w:rPr>
        <w:t>:</w:t>
      </w:r>
      <w:r w:rsidRPr="00EE33C1">
        <w:rPr>
          <w:sz w:val="32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8/</w:t>
      </w:r>
      <w:r w:rsidR="00243855">
        <w:rPr>
          <w:sz w:val="28"/>
          <w:szCs w:val="28"/>
        </w:rPr>
        <w:t>10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1B72EEFE" w14:textId="13439056" w:rsidR="002438CA" w:rsidRDefault="002438CA" w:rsidP="002438C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8/2</w:t>
      </w:r>
      <w:r w:rsidR="00243855">
        <w:rPr>
          <w:sz w:val="28"/>
          <w:szCs w:val="28"/>
        </w:rPr>
        <w:t>5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234756E6" w14:textId="77777777" w:rsidR="002438CA" w:rsidRDefault="002438CA" w:rsidP="002438CA">
      <w:pPr>
        <w:rPr>
          <w:sz w:val="28"/>
          <w:szCs w:val="28"/>
        </w:rPr>
      </w:pPr>
    </w:p>
    <w:p w14:paraId="02DD7A1E" w14:textId="3278627B" w:rsidR="002438CA" w:rsidRDefault="002438CA" w:rsidP="002438CA">
      <w:pPr>
        <w:rPr>
          <w:sz w:val="28"/>
          <w:szCs w:val="28"/>
        </w:rPr>
      </w:pPr>
      <w:r w:rsidRPr="00EE33C1">
        <w:rPr>
          <w:b/>
          <w:i/>
          <w:sz w:val="32"/>
          <w:szCs w:val="28"/>
        </w:rPr>
        <w:t>September</w:t>
      </w:r>
      <w:r w:rsidR="00810728" w:rsidRPr="00EE33C1">
        <w:rPr>
          <w:sz w:val="32"/>
          <w:szCs w:val="28"/>
        </w:rPr>
        <w:t>:</w:t>
      </w:r>
      <w:r w:rsidR="00EE33C1">
        <w:rPr>
          <w:sz w:val="28"/>
          <w:szCs w:val="28"/>
        </w:rPr>
        <w:t xml:space="preserve">        </w:t>
      </w:r>
      <w:r>
        <w:rPr>
          <w:sz w:val="28"/>
          <w:szCs w:val="28"/>
        </w:rPr>
        <w:t>9/10/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05A28C18" w14:textId="37245656" w:rsidR="002438CA" w:rsidRDefault="002438CA" w:rsidP="002438C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9/2</w:t>
      </w:r>
      <w:r w:rsidR="00E96309">
        <w:rPr>
          <w:sz w:val="28"/>
          <w:szCs w:val="28"/>
        </w:rPr>
        <w:t>4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47E53B3A" w14:textId="77777777" w:rsidR="002438CA" w:rsidRDefault="002438CA" w:rsidP="002438CA">
      <w:pPr>
        <w:rPr>
          <w:sz w:val="28"/>
          <w:szCs w:val="28"/>
        </w:rPr>
      </w:pPr>
    </w:p>
    <w:p w14:paraId="401E0DFB" w14:textId="0FED15C0" w:rsidR="002438CA" w:rsidRDefault="002438CA" w:rsidP="002438CA">
      <w:pPr>
        <w:rPr>
          <w:sz w:val="28"/>
          <w:szCs w:val="28"/>
        </w:rPr>
      </w:pPr>
      <w:r w:rsidRPr="00EE33C1">
        <w:rPr>
          <w:b/>
          <w:i/>
          <w:sz w:val="32"/>
          <w:szCs w:val="28"/>
        </w:rPr>
        <w:t>October</w:t>
      </w:r>
      <w:r w:rsidRPr="00EE33C1">
        <w:rPr>
          <w:sz w:val="32"/>
          <w:szCs w:val="28"/>
        </w:rPr>
        <w:t>:</w:t>
      </w:r>
      <w:r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10/</w:t>
      </w:r>
      <w:r w:rsidR="00E96309">
        <w:rPr>
          <w:sz w:val="28"/>
          <w:szCs w:val="28"/>
        </w:rPr>
        <w:t>08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5C0B32A5" w14:textId="5721A4F7" w:rsidR="002438CA" w:rsidRDefault="002438CA" w:rsidP="002438C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10728">
        <w:rPr>
          <w:sz w:val="28"/>
          <w:szCs w:val="28"/>
        </w:rPr>
        <w:tab/>
      </w:r>
      <w:r>
        <w:rPr>
          <w:sz w:val="28"/>
          <w:szCs w:val="28"/>
        </w:rPr>
        <w:t>10/2</w:t>
      </w:r>
      <w:r w:rsidR="00E96309">
        <w:rPr>
          <w:sz w:val="28"/>
          <w:szCs w:val="28"/>
        </w:rPr>
        <w:t>5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34A2C353" w14:textId="77777777" w:rsidR="002438CA" w:rsidRDefault="002438CA" w:rsidP="002438CA">
      <w:pPr>
        <w:rPr>
          <w:sz w:val="28"/>
          <w:szCs w:val="28"/>
        </w:rPr>
      </w:pPr>
    </w:p>
    <w:p w14:paraId="632C29C2" w14:textId="7DDF4778" w:rsidR="002438CA" w:rsidRDefault="00810728" w:rsidP="002438CA">
      <w:pPr>
        <w:rPr>
          <w:sz w:val="28"/>
          <w:szCs w:val="28"/>
        </w:rPr>
      </w:pPr>
      <w:r w:rsidRPr="00EE33C1">
        <w:rPr>
          <w:b/>
          <w:i/>
          <w:sz w:val="32"/>
          <w:szCs w:val="28"/>
        </w:rPr>
        <w:t>November</w:t>
      </w:r>
      <w:r w:rsidRPr="00EE33C1">
        <w:rPr>
          <w:sz w:val="32"/>
          <w:szCs w:val="28"/>
        </w:rPr>
        <w:t>:</w:t>
      </w:r>
      <w:r>
        <w:rPr>
          <w:sz w:val="28"/>
          <w:szCs w:val="28"/>
        </w:rPr>
        <w:tab/>
        <w:t>11/</w:t>
      </w:r>
      <w:r w:rsidR="00243855">
        <w:rPr>
          <w:sz w:val="28"/>
          <w:szCs w:val="28"/>
        </w:rPr>
        <w:t>10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304AD2D1" w14:textId="0169619B" w:rsidR="00810728" w:rsidRDefault="00810728" w:rsidP="002438C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11/2</w:t>
      </w:r>
      <w:r w:rsidR="001C34E2">
        <w:rPr>
          <w:sz w:val="28"/>
          <w:szCs w:val="28"/>
        </w:rPr>
        <w:t>4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41865F83" w14:textId="77777777" w:rsidR="00810728" w:rsidRDefault="00810728" w:rsidP="002438CA">
      <w:pPr>
        <w:rPr>
          <w:sz w:val="28"/>
          <w:szCs w:val="28"/>
        </w:rPr>
      </w:pPr>
    </w:p>
    <w:p w14:paraId="5B0AF849" w14:textId="48302C91" w:rsidR="00810728" w:rsidRDefault="00810728" w:rsidP="002438CA">
      <w:pPr>
        <w:rPr>
          <w:sz w:val="28"/>
          <w:szCs w:val="28"/>
        </w:rPr>
      </w:pPr>
      <w:r w:rsidRPr="00EE33C1">
        <w:rPr>
          <w:b/>
          <w:i/>
          <w:sz w:val="32"/>
          <w:szCs w:val="28"/>
        </w:rPr>
        <w:t>December</w:t>
      </w:r>
      <w:r w:rsidRPr="00EE33C1">
        <w:rPr>
          <w:sz w:val="32"/>
          <w:szCs w:val="28"/>
        </w:rPr>
        <w:t>:</w:t>
      </w:r>
      <w:r>
        <w:rPr>
          <w:sz w:val="28"/>
          <w:szCs w:val="28"/>
        </w:rPr>
        <w:tab/>
        <w:t>12/10/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p w14:paraId="4EE3DE3D" w14:textId="2D414F3E" w:rsidR="00810728" w:rsidRPr="002438CA" w:rsidRDefault="00810728" w:rsidP="002438C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12/2</w:t>
      </w:r>
      <w:r w:rsidR="006438A2">
        <w:rPr>
          <w:sz w:val="28"/>
          <w:szCs w:val="28"/>
        </w:rPr>
        <w:t>4</w:t>
      </w:r>
      <w:r>
        <w:rPr>
          <w:sz w:val="28"/>
          <w:szCs w:val="28"/>
        </w:rPr>
        <w:t>/</w:t>
      </w:r>
      <w:r w:rsidR="00243855">
        <w:rPr>
          <w:sz w:val="28"/>
          <w:szCs w:val="28"/>
        </w:rPr>
        <w:t>2</w:t>
      </w:r>
      <w:r w:rsidR="00D53F74">
        <w:rPr>
          <w:sz w:val="28"/>
          <w:szCs w:val="28"/>
        </w:rPr>
        <w:t>1</w:t>
      </w:r>
    </w:p>
    <w:sectPr w:rsidR="00810728" w:rsidRPr="002438CA" w:rsidSect="00EE33C1">
      <w:type w:val="continuous"/>
      <w:pgSz w:w="12240" w:h="15840"/>
      <w:pgMar w:top="1541" w:right="1440" w:bottom="288" w:left="1440" w:header="274" w:footer="720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DD248" w14:textId="77777777" w:rsidR="0054244A" w:rsidRDefault="0054244A" w:rsidP="00891206">
      <w:r>
        <w:separator/>
      </w:r>
    </w:p>
  </w:endnote>
  <w:endnote w:type="continuationSeparator" w:id="0">
    <w:p w14:paraId="1CB3C2F0" w14:textId="77777777" w:rsidR="0054244A" w:rsidRDefault="0054244A" w:rsidP="008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7D3BB" w14:textId="77777777" w:rsidR="000C115C" w:rsidRDefault="000C115C">
    <w:pPr>
      <w:pStyle w:val="Footer"/>
    </w:pPr>
  </w:p>
  <w:p w14:paraId="19329383" w14:textId="77777777" w:rsidR="003241F7" w:rsidRDefault="003241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C54CE" w14:textId="77777777" w:rsidR="0054244A" w:rsidRDefault="0054244A" w:rsidP="00891206">
      <w:r>
        <w:separator/>
      </w:r>
    </w:p>
  </w:footnote>
  <w:footnote w:type="continuationSeparator" w:id="0">
    <w:p w14:paraId="05C18DBD" w14:textId="77777777" w:rsidR="0054244A" w:rsidRDefault="0054244A" w:rsidP="0089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CDDC0" w14:textId="77777777" w:rsidR="002E4707" w:rsidRDefault="002E4707" w:rsidP="00891206">
    <w:pPr>
      <w:pStyle w:val="Header"/>
      <w:jc w:val="center"/>
      <w:rPr>
        <w:rFonts w:ascii="Calibri" w:hAnsi="Calibri"/>
        <w:b/>
        <w:sz w:val="10"/>
        <w:szCs w:val="10"/>
      </w:rPr>
    </w:pPr>
  </w:p>
  <w:p w14:paraId="5B53CFF0" w14:textId="77777777" w:rsidR="00891206" w:rsidRDefault="00837CD7" w:rsidP="00361C67">
    <w:pPr>
      <w:pStyle w:val="Header"/>
      <w:ind w:left="-270"/>
      <w:jc w:val="center"/>
    </w:pPr>
    <w:r>
      <w:rPr>
        <w:noProof/>
      </w:rPr>
      <w:drawing>
        <wp:inline distT="0" distB="0" distL="0" distR="0" wp14:anchorId="37E8ABD7" wp14:editId="74152A93">
          <wp:extent cx="6419850" cy="1457325"/>
          <wp:effectExtent l="0" t="0" r="0" b="9525"/>
          <wp:docPr id="1" name="Picture 1" descr="LETTERHEAD 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3519B"/>
    <w:multiLevelType w:val="hybridMultilevel"/>
    <w:tmpl w:val="D6E83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CD7"/>
    <w:rsid w:val="00003DC2"/>
    <w:rsid w:val="00007309"/>
    <w:rsid w:val="00050A59"/>
    <w:rsid w:val="000C115C"/>
    <w:rsid w:val="000D4AD6"/>
    <w:rsid w:val="000E1299"/>
    <w:rsid w:val="000E493A"/>
    <w:rsid w:val="00133C30"/>
    <w:rsid w:val="00173318"/>
    <w:rsid w:val="001A1D9F"/>
    <w:rsid w:val="001B4F96"/>
    <w:rsid w:val="001B54DB"/>
    <w:rsid w:val="001C34E2"/>
    <w:rsid w:val="001D1D31"/>
    <w:rsid w:val="001E021C"/>
    <w:rsid w:val="00222765"/>
    <w:rsid w:val="0023383F"/>
    <w:rsid w:val="00234E58"/>
    <w:rsid w:val="00243855"/>
    <w:rsid w:val="002438CA"/>
    <w:rsid w:val="0025104B"/>
    <w:rsid w:val="00260B6E"/>
    <w:rsid w:val="00294E9A"/>
    <w:rsid w:val="002A0B67"/>
    <w:rsid w:val="002B17D5"/>
    <w:rsid w:val="002E4707"/>
    <w:rsid w:val="003241F7"/>
    <w:rsid w:val="00327E20"/>
    <w:rsid w:val="00361C67"/>
    <w:rsid w:val="00383D2B"/>
    <w:rsid w:val="003A5DFF"/>
    <w:rsid w:val="003E3663"/>
    <w:rsid w:val="004170A4"/>
    <w:rsid w:val="00432AA9"/>
    <w:rsid w:val="004B0800"/>
    <w:rsid w:val="004B4615"/>
    <w:rsid w:val="004E4DDB"/>
    <w:rsid w:val="004F70DD"/>
    <w:rsid w:val="005363B3"/>
    <w:rsid w:val="0054244A"/>
    <w:rsid w:val="00570F41"/>
    <w:rsid w:val="00583420"/>
    <w:rsid w:val="005A30D2"/>
    <w:rsid w:val="006179ED"/>
    <w:rsid w:val="006438A2"/>
    <w:rsid w:val="006C4B74"/>
    <w:rsid w:val="006D0DDF"/>
    <w:rsid w:val="006F4115"/>
    <w:rsid w:val="00740F6A"/>
    <w:rsid w:val="00771CD0"/>
    <w:rsid w:val="007854AE"/>
    <w:rsid w:val="007B083F"/>
    <w:rsid w:val="007B1A2D"/>
    <w:rsid w:val="00802A87"/>
    <w:rsid w:val="00810728"/>
    <w:rsid w:val="00837CD7"/>
    <w:rsid w:val="00855052"/>
    <w:rsid w:val="00891206"/>
    <w:rsid w:val="00893FD0"/>
    <w:rsid w:val="008A0849"/>
    <w:rsid w:val="008A6C73"/>
    <w:rsid w:val="008B7140"/>
    <w:rsid w:val="008D5440"/>
    <w:rsid w:val="008F1C5D"/>
    <w:rsid w:val="00906FFD"/>
    <w:rsid w:val="0093565D"/>
    <w:rsid w:val="00955049"/>
    <w:rsid w:val="009B1B0D"/>
    <w:rsid w:val="009D48FF"/>
    <w:rsid w:val="009D679F"/>
    <w:rsid w:val="00A1188A"/>
    <w:rsid w:val="00A33FFE"/>
    <w:rsid w:val="00A44B6C"/>
    <w:rsid w:val="00A71555"/>
    <w:rsid w:val="00A74BDA"/>
    <w:rsid w:val="00A7621F"/>
    <w:rsid w:val="00AC071C"/>
    <w:rsid w:val="00AC784C"/>
    <w:rsid w:val="00B65259"/>
    <w:rsid w:val="00B81799"/>
    <w:rsid w:val="00B84A6A"/>
    <w:rsid w:val="00BB60D2"/>
    <w:rsid w:val="00BB7521"/>
    <w:rsid w:val="00BC00F4"/>
    <w:rsid w:val="00BC7909"/>
    <w:rsid w:val="00BD2ECF"/>
    <w:rsid w:val="00C04E45"/>
    <w:rsid w:val="00C32FD0"/>
    <w:rsid w:val="00C345A8"/>
    <w:rsid w:val="00C676C8"/>
    <w:rsid w:val="00CA3964"/>
    <w:rsid w:val="00CD1284"/>
    <w:rsid w:val="00CE5F48"/>
    <w:rsid w:val="00D054A8"/>
    <w:rsid w:val="00D17FE9"/>
    <w:rsid w:val="00D34CF1"/>
    <w:rsid w:val="00D42D8B"/>
    <w:rsid w:val="00D53F74"/>
    <w:rsid w:val="00D57ABE"/>
    <w:rsid w:val="00DA52DA"/>
    <w:rsid w:val="00DB798D"/>
    <w:rsid w:val="00DC7D60"/>
    <w:rsid w:val="00DD546C"/>
    <w:rsid w:val="00DE6A97"/>
    <w:rsid w:val="00DF7644"/>
    <w:rsid w:val="00E36A9F"/>
    <w:rsid w:val="00E37B72"/>
    <w:rsid w:val="00E655CA"/>
    <w:rsid w:val="00E819F8"/>
    <w:rsid w:val="00E85611"/>
    <w:rsid w:val="00E96309"/>
    <w:rsid w:val="00ED0C2B"/>
    <w:rsid w:val="00EE33C1"/>
    <w:rsid w:val="00EE35CE"/>
    <w:rsid w:val="00F35A01"/>
    <w:rsid w:val="00F8404B"/>
    <w:rsid w:val="00FA5C5D"/>
    <w:rsid w:val="00FA6826"/>
    <w:rsid w:val="00FD2F6A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C77C40"/>
  <w15:docId w15:val="{03CD6BBC-6E09-487E-BBC3-B53F50B5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="Calibri" w:hAnsi="Book Antiq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06"/>
  </w:style>
  <w:style w:type="paragraph" w:styleId="Footer">
    <w:name w:val="footer"/>
    <w:basedOn w:val="Normal"/>
    <w:link w:val="FooterChar"/>
    <w:uiPriority w:val="99"/>
    <w:unhideWhenUsed/>
    <w:rsid w:val="008912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06"/>
  </w:style>
  <w:style w:type="table" w:styleId="TableGrid">
    <w:name w:val="Table Grid"/>
    <w:basedOn w:val="TableNormal"/>
    <w:uiPriority w:val="59"/>
    <w:rsid w:val="00891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52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3D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\Dropbox\NON%20CASE-RELATED%20DATA\NASI%20FORMS\NASI%20LETTERHEAD%20(DOUG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5FFDB-61A8-46D6-A298-4DF956958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NASI LETTERHEAD (DOUG)</Template>
  <TotalTime>13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410</CharactersWithSpaces>
  <SharedDoc>false</SharedDoc>
  <HLinks>
    <vt:vector size="12" baseType="variant">
      <vt:variant>
        <vt:i4>1310833</vt:i4>
      </vt:variant>
      <vt:variant>
        <vt:i4>9</vt:i4>
      </vt:variant>
      <vt:variant>
        <vt:i4>0</vt:i4>
      </vt:variant>
      <vt:variant>
        <vt:i4>5</vt:i4>
      </vt:variant>
      <vt:variant>
        <vt:lpwstr>mailto:Info@NASI-PI.com</vt:lpwstr>
      </vt:variant>
      <vt:variant>
        <vt:lpwstr/>
      </vt:variant>
      <vt:variant>
        <vt:i4>8126569</vt:i4>
      </vt:variant>
      <vt:variant>
        <vt:i4>6</vt:i4>
      </vt:variant>
      <vt:variant>
        <vt:i4>0</vt:i4>
      </vt:variant>
      <vt:variant>
        <vt:i4>5</vt:i4>
      </vt:variant>
      <vt:variant>
        <vt:lpwstr>http://www.nasi-pi.com/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Sherry Tate</cp:lastModifiedBy>
  <cp:revision>5</cp:revision>
  <cp:lastPrinted>2020-12-30T19:57:00Z</cp:lastPrinted>
  <dcterms:created xsi:type="dcterms:W3CDTF">2020-12-14T21:40:00Z</dcterms:created>
  <dcterms:modified xsi:type="dcterms:W3CDTF">2020-12-30T19:58:00Z</dcterms:modified>
</cp:coreProperties>
</file>